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92"/>
        <w:gridCol w:w="4646"/>
      </w:tblGrid>
      <w:tr w:rsidR="00A61998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</w:p>
        </w:tc>
      </w:tr>
      <w:tr w:rsidR="00A61998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A61998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872B07">
              <w:rPr>
                <w:b/>
              </w:rPr>
              <w:t>DNS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721412">
              <w:rPr>
                <w:b/>
              </w:rPr>
              <w:t>Bandwidth</w:t>
            </w:r>
          </w:p>
        </w:tc>
      </w:tr>
      <w:tr w:rsidR="00A61998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872B07">
              <w:rPr>
                <w:b/>
              </w:rPr>
              <w:t>Domain name system) This is a service that stores  addresses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  <w:r w:rsidR="00721412">
              <w:rPr>
                <w:b/>
              </w:rPr>
              <w:t xml:space="preserve">The </w:t>
            </w:r>
            <w:proofErr w:type="spellStart"/>
            <w:r w:rsidR="00721412">
              <w:rPr>
                <w:b/>
              </w:rPr>
              <w:t>amout</w:t>
            </w:r>
            <w:proofErr w:type="spellEnd"/>
            <w:r w:rsidR="00721412">
              <w:rPr>
                <w:b/>
              </w:rPr>
              <w:t xml:space="preserve"> of info  that one can send</w:t>
            </w:r>
          </w:p>
        </w:tc>
      </w:tr>
      <w:tr w:rsidR="00A61998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A61998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A61998">
              <w:rPr>
                <w:b/>
              </w:rPr>
              <w:t xml:space="preserve">Fire wall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195B16">
              <w:rPr>
                <w:b/>
              </w:rPr>
              <w:t xml:space="preserve">Hard drive </w:t>
            </w:r>
          </w:p>
        </w:tc>
      </w:tr>
      <w:tr w:rsidR="00A61998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A61998">
              <w:rPr>
                <w:b/>
              </w:rPr>
              <w:t>hardware and software that  a local Area  Network LAN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195B16">
              <w:rPr>
                <w:b/>
              </w:rPr>
              <w:t xml:space="preserve">A device that for storing info in a fixed location 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195B16">
              <w:rPr>
                <w:b/>
              </w:rPr>
              <w:t>I</w:t>
            </w:r>
            <w:proofErr w:type="spellEnd"/>
            <w:r w:rsidR="00195B16">
              <w:rPr>
                <w:b/>
              </w:rPr>
              <w:t xml:space="preserve"> Improved in typing by a lot I really don’t  have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872B07"/>
    <w:rsid w:val="00195B16"/>
    <w:rsid w:val="001C531D"/>
    <w:rsid w:val="002808CF"/>
    <w:rsid w:val="0039291A"/>
    <w:rsid w:val="003A37C7"/>
    <w:rsid w:val="003C456B"/>
    <w:rsid w:val="003D004D"/>
    <w:rsid w:val="00480FC9"/>
    <w:rsid w:val="004F7C77"/>
    <w:rsid w:val="00573D57"/>
    <w:rsid w:val="005E5126"/>
    <w:rsid w:val="006D0D9D"/>
    <w:rsid w:val="00721412"/>
    <w:rsid w:val="00830AA8"/>
    <w:rsid w:val="00872B07"/>
    <w:rsid w:val="00A36B4B"/>
    <w:rsid w:val="00A61998"/>
    <w:rsid w:val="00D21F89"/>
    <w:rsid w:val="00E8780A"/>
    <w:rsid w:val="00F0091E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8saugsd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11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18saugsd</dc:creator>
  <cp:keywords/>
  <dc:description/>
  <cp:lastModifiedBy>18saugsd</cp:lastModifiedBy>
  <cp:revision>5</cp:revision>
  <dcterms:created xsi:type="dcterms:W3CDTF">2012-01-23T18:08:00Z</dcterms:created>
  <dcterms:modified xsi:type="dcterms:W3CDTF">2012-01-27T18:11:00Z</dcterms:modified>
</cp:coreProperties>
</file>